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宋体" w:hAnsi="宋体"/>
          <w:sz w:val="32"/>
          <w:szCs w:val="32"/>
          <w:lang w:eastAsia="zh-CN"/>
        </w:rPr>
        <w:t>资助</w:t>
      </w:r>
      <w:r>
        <w:rPr>
          <w:rFonts w:hint="eastAsia" w:ascii="仿宋_GB2312"/>
          <w:sz w:val="32"/>
          <w:szCs w:val="32"/>
        </w:rPr>
        <w:t>国家高新技术企业</w:t>
      </w:r>
      <w:r>
        <w:rPr>
          <w:rFonts w:hint="eastAsia" w:ascii="仿宋_GB2312"/>
          <w:sz w:val="32"/>
          <w:szCs w:val="32"/>
          <w:lang w:eastAsia="zh-CN"/>
        </w:rPr>
        <w:t>认定项目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rFonts w:hint="eastAsia" w:eastAsia="宋体"/>
          <w:sz w:val="28"/>
          <w:szCs w:val="28"/>
          <w:lang w:eastAsia="zh-CN"/>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国家高新技术企业</w:t>
      </w:r>
      <w:r>
        <w:rPr>
          <w:rFonts w:hint="eastAsia" w:ascii="仿宋_GB2312"/>
          <w:sz w:val="32"/>
          <w:szCs w:val="32"/>
          <w:lang w:eastAsia="zh-CN"/>
        </w:rPr>
        <w:t>认定项目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bookmarkStart w:id="0" w:name="_GoBack"/>
      <w:bookmarkEnd w:id="0"/>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61"/>
        <w:gridCol w:w="2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61"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7"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61"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7"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61"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7"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61"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7"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61"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7"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61"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7"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61"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7"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61"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7"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61"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7"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61"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7"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61"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7"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61"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7"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p>
      <w:pPr>
        <w:widowControl/>
        <w:jc w:val="left"/>
        <w:rPr>
          <w:rFonts w:ascii="仿宋_GB2312" w:hAnsi="DHEBIN+SimSun" w:eastAsia="仿宋_GB2312" w:cs="宋体"/>
          <w:color w:val="000000"/>
          <w:kern w:val="0"/>
          <w:sz w:val="32"/>
          <w:szCs w:val="32"/>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2409"/>
        <w:gridCol w:w="1418"/>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eastAsia="宋体"/>
                <w:szCs w:val="21"/>
                <w:lang w:eastAsia="zh-CN"/>
              </w:rPr>
            </w:pPr>
            <w:r>
              <w:rPr>
                <w:rFonts w:hint="eastAsia" w:ascii="宋体" w:hAnsi="宋体"/>
                <w:szCs w:val="21"/>
                <w:lang w:eastAsia="zh-CN"/>
              </w:rPr>
              <w:t>资助</w:t>
            </w:r>
            <w:r>
              <w:rPr>
                <w:rFonts w:hint="eastAsia" w:ascii="宋体" w:hAnsi="宋体"/>
                <w:szCs w:val="21"/>
              </w:rPr>
              <w:t>国家高新技术企业</w:t>
            </w:r>
            <w:r>
              <w:rPr>
                <w:rFonts w:hint="eastAsia" w:ascii="宋体" w:hAnsi="宋体"/>
                <w:szCs w:val="21"/>
                <w:lang w:eastAsia="zh-CN"/>
              </w:rPr>
              <w:t>认定项目</w:t>
            </w: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仿宋_GB2312"/>
                <w:szCs w:val="32"/>
              </w:rPr>
            </w:pPr>
            <w:r>
              <w:rPr>
                <w:rFonts w:hint="eastAsia" w:ascii="仿宋_GB2312"/>
                <w:szCs w:val="32"/>
              </w:rPr>
              <w:t>□首次认定国家高新技术企业资助</w:t>
            </w:r>
          </w:p>
          <w:p>
            <w:pPr>
              <w:jc w:val="left"/>
              <w:rPr>
                <w:rFonts w:ascii="宋体"/>
                <w:szCs w:val="21"/>
              </w:rPr>
            </w:pPr>
            <w:r>
              <w:rPr>
                <w:rFonts w:hint="eastAsia" w:ascii="仿宋_GB2312"/>
                <w:szCs w:val="32"/>
              </w:rPr>
              <w:t>□非首次认定国家高新技术企业资助</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首次认定国高时间</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国高证书有效起止时间</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日至</w:t>
            </w:r>
            <w:r>
              <w:rPr>
                <w:rFonts w:hint="eastAsia" w:ascii="宋体" w:hAnsi="宋体"/>
                <w:szCs w:val="21"/>
                <w:lang w:val="en-US" w:eastAsia="zh-CN"/>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4585"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介绍国家高新技术企业认定的情况。</w:t>
            </w:r>
          </w:p>
        </w:tc>
      </w:tr>
      <w:tr>
        <w:tblPrEx>
          <w:tblLayout w:type="fixed"/>
          <w:tblCellMar>
            <w:top w:w="0" w:type="dxa"/>
            <w:left w:w="0" w:type="dxa"/>
            <w:bottom w:w="0" w:type="dxa"/>
            <w:right w:w="0" w:type="dxa"/>
          </w:tblCellMar>
        </w:tblPrEx>
        <w:trPr>
          <w:cantSplit/>
          <w:trHeight w:val="1822"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cs="宋体"/>
                <w:szCs w:val="32"/>
                <w:lang w:eastAsia="zh-CN"/>
              </w:rPr>
              <w:t>项目负责人</w:t>
            </w:r>
            <w:r>
              <w:rPr>
                <w:rFonts w:hint="eastAsia" w:ascii="宋体" w:hAnsi="宋体" w:eastAsia="宋体" w:cs="宋体"/>
                <w:szCs w:val="32"/>
              </w:rPr>
              <w:t>身份证复印件（</w:t>
            </w:r>
            <w:r>
              <w:rPr>
                <w:rFonts w:hint="eastAsia" w:ascii="宋体" w:hAnsi="宋体" w:cs="宋体"/>
                <w:szCs w:val="32"/>
                <w:lang w:eastAsia="zh-CN"/>
              </w:rPr>
              <w:t>项目负责人</w:t>
            </w:r>
            <w:r>
              <w:rPr>
                <w:rFonts w:hint="eastAsia" w:ascii="宋体" w:hAnsi="宋体" w:eastAsia="宋体" w:cs="宋体"/>
                <w:szCs w:val="32"/>
              </w:rPr>
              <w:t>签字）</w:t>
            </w:r>
            <w:r>
              <w:rPr>
                <w:rFonts w:hint="eastAsia" w:ascii="宋体" w:hAnsi="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国家高新技术企业证书复印件（验原件）。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spacing w:line="360" w:lineRule="auto"/>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2222"/>
    <w:rsid w:val="0000722D"/>
    <w:rsid w:val="00015DE0"/>
    <w:rsid w:val="00016E93"/>
    <w:rsid w:val="000250F9"/>
    <w:rsid w:val="00026CFD"/>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217D"/>
    <w:rsid w:val="00082912"/>
    <w:rsid w:val="00083A55"/>
    <w:rsid w:val="000937C2"/>
    <w:rsid w:val="000A0450"/>
    <w:rsid w:val="000A1535"/>
    <w:rsid w:val="000B5623"/>
    <w:rsid w:val="000B730A"/>
    <w:rsid w:val="000C1A5C"/>
    <w:rsid w:val="000C507A"/>
    <w:rsid w:val="000C5A01"/>
    <w:rsid w:val="000E199E"/>
    <w:rsid w:val="000E211E"/>
    <w:rsid w:val="00101279"/>
    <w:rsid w:val="00110F87"/>
    <w:rsid w:val="00112C04"/>
    <w:rsid w:val="00114686"/>
    <w:rsid w:val="00123B68"/>
    <w:rsid w:val="00125995"/>
    <w:rsid w:val="00127055"/>
    <w:rsid w:val="00134956"/>
    <w:rsid w:val="00142F80"/>
    <w:rsid w:val="001441D3"/>
    <w:rsid w:val="00145124"/>
    <w:rsid w:val="00146129"/>
    <w:rsid w:val="00151AAF"/>
    <w:rsid w:val="00160538"/>
    <w:rsid w:val="00161829"/>
    <w:rsid w:val="00162948"/>
    <w:rsid w:val="001632AE"/>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B7384"/>
    <w:rsid w:val="001C6C00"/>
    <w:rsid w:val="001C6D0D"/>
    <w:rsid w:val="001C75CD"/>
    <w:rsid w:val="001D1C76"/>
    <w:rsid w:val="001D3AD0"/>
    <w:rsid w:val="001E2DFC"/>
    <w:rsid w:val="001E3FD4"/>
    <w:rsid w:val="001E4D2F"/>
    <w:rsid w:val="001E686E"/>
    <w:rsid w:val="001F336A"/>
    <w:rsid w:val="001F5E20"/>
    <w:rsid w:val="00204952"/>
    <w:rsid w:val="00205840"/>
    <w:rsid w:val="002075FA"/>
    <w:rsid w:val="0021246F"/>
    <w:rsid w:val="002124C6"/>
    <w:rsid w:val="0021329E"/>
    <w:rsid w:val="002139EC"/>
    <w:rsid w:val="002154DF"/>
    <w:rsid w:val="002228FA"/>
    <w:rsid w:val="00224A68"/>
    <w:rsid w:val="00226F97"/>
    <w:rsid w:val="00227006"/>
    <w:rsid w:val="00227CE9"/>
    <w:rsid w:val="00236917"/>
    <w:rsid w:val="0024030D"/>
    <w:rsid w:val="002476D1"/>
    <w:rsid w:val="00250FF5"/>
    <w:rsid w:val="0025308A"/>
    <w:rsid w:val="00257D82"/>
    <w:rsid w:val="00262E40"/>
    <w:rsid w:val="0026323A"/>
    <w:rsid w:val="0027291B"/>
    <w:rsid w:val="002745FD"/>
    <w:rsid w:val="002755A7"/>
    <w:rsid w:val="002830B3"/>
    <w:rsid w:val="00283333"/>
    <w:rsid w:val="0028360B"/>
    <w:rsid w:val="002902C2"/>
    <w:rsid w:val="00292A34"/>
    <w:rsid w:val="0029525C"/>
    <w:rsid w:val="002A0CB3"/>
    <w:rsid w:val="002A0F05"/>
    <w:rsid w:val="002A371C"/>
    <w:rsid w:val="002A3DBE"/>
    <w:rsid w:val="002A582A"/>
    <w:rsid w:val="002B153A"/>
    <w:rsid w:val="002B5C70"/>
    <w:rsid w:val="002C0435"/>
    <w:rsid w:val="002C6319"/>
    <w:rsid w:val="002D0018"/>
    <w:rsid w:val="002D41BA"/>
    <w:rsid w:val="002E5473"/>
    <w:rsid w:val="002E7D29"/>
    <w:rsid w:val="002E7FB2"/>
    <w:rsid w:val="002F0CFD"/>
    <w:rsid w:val="002F70B0"/>
    <w:rsid w:val="003026A8"/>
    <w:rsid w:val="00317A13"/>
    <w:rsid w:val="003233D6"/>
    <w:rsid w:val="003243C8"/>
    <w:rsid w:val="00331720"/>
    <w:rsid w:val="003441FB"/>
    <w:rsid w:val="00352EE2"/>
    <w:rsid w:val="00353274"/>
    <w:rsid w:val="00361E16"/>
    <w:rsid w:val="00363617"/>
    <w:rsid w:val="00364AB9"/>
    <w:rsid w:val="00366F62"/>
    <w:rsid w:val="0037336D"/>
    <w:rsid w:val="00376891"/>
    <w:rsid w:val="003768CE"/>
    <w:rsid w:val="003865B1"/>
    <w:rsid w:val="0039706D"/>
    <w:rsid w:val="003A15A6"/>
    <w:rsid w:val="003B3A04"/>
    <w:rsid w:val="003B6AEF"/>
    <w:rsid w:val="003C15E5"/>
    <w:rsid w:val="003D53D4"/>
    <w:rsid w:val="003D5B8A"/>
    <w:rsid w:val="003F1A82"/>
    <w:rsid w:val="003F611D"/>
    <w:rsid w:val="003F6440"/>
    <w:rsid w:val="003F7B32"/>
    <w:rsid w:val="00400B89"/>
    <w:rsid w:val="004018FE"/>
    <w:rsid w:val="00406B27"/>
    <w:rsid w:val="004176F8"/>
    <w:rsid w:val="00417897"/>
    <w:rsid w:val="0042088E"/>
    <w:rsid w:val="00422A4F"/>
    <w:rsid w:val="004242AD"/>
    <w:rsid w:val="004378EE"/>
    <w:rsid w:val="004418CC"/>
    <w:rsid w:val="00444202"/>
    <w:rsid w:val="00450F84"/>
    <w:rsid w:val="004515B5"/>
    <w:rsid w:val="00451D1F"/>
    <w:rsid w:val="00454812"/>
    <w:rsid w:val="00462757"/>
    <w:rsid w:val="00474104"/>
    <w:rsid w:val="004741A2"/>
    <w:rsid w:val="00487CB3"/>
    <w:rsid w:val="0049286D"/>
    <w:rsid w:val="00496217"/>
    <w:rsid w:val="00496327"/>
    <w:rsid w:val="004A385D"/>
    <w:rsid w:val="004A6313"/>
    <w:rsid w:val="004A66F4"/>
    <w:rsid w:val="004A7091"/>
    <w:rsid w:val="004B5531"/>
    <w:rsid w:val="004B7E17"/>
    <w:rsid w:val="004C16E4"/>
    <w:rsid w:val="004C3F97"/>
    <w:rsid w:val="004D5043"/>
    <w:rsid w:val="004D67CD"/>
    <w:rsid w:val="004E65DB"/>
    <w:rsid w:val="004E6EDA"/>
    <w:rsid w:val="004E6F43"/>
    <w:rsid w:val="004F2659"/>
    <w:rsid w:val="00500F68"/>
    <w:rsid w:val="005013EB"/>
    <w:rsid w:val="00502BE1"/>
    <w:rsid w:val="0050483E"/>
    <w:rsid w:val="00504C17"/>
    <w:rsid w:val="00506769"/>
    <w:rsid w:val="005128F5"/>
    <w:rsid w:val="005145A1"/>
    <w:rsid w:val="00517102"/>
    <w:rsid w:val="00521F07"/>
    <w:rsid w:val="00522786"/>
    <w:rsid w:val="00524283"/>
    <w:rsid w:val="00526B23"/>
    <w:rsid w:val="00534284"/>
    <w:rsid w:val="005371A9"/>
    <w:rsid w:val="00541EA0"/>
    <w:rsid w:val="00542EFE"/>
    <w:rsid w:val="0054391D"/>
    <w:rsid w:val="005450CA"/>
    <w:rsid w:val="00545261"/>
    <w:rsid w:val="005507F4"/>
    <w:rsid w:val="0055282D"/>
    <w:rsid w:val="00556F12"/>
    <w:rsid w:val="00564C21"/>
    <w:rsid w:val="00567A80"/>
    <w:rsid w:val="005701FA"/>
    <w:rsid w:val="00571A89"/>
    <w:rsid w:val="00571C12"/>
    <w:rsid w:val="00584C6E"/>
    <w:rsid w:val="0059452B"/>
    <w:rsid w:val="005A2159"/>
    <w:rsid w:val="005A30AD"/>
    <w:rsid w:val="005A3575"/>
    <w:rsid w:val="005B3455"/>
    <w:rsid w:val="005B65B5"/>
    <w:rsid w:val="005C3F24"/>
    <w:rsid w:val="005C5948"/>
    <w:rsid w:val="005D013B"/>
    <w:rsid w:val="005D3418"/>
    <w:rsid w:val="005D4E27"/>
    <w:rsid w:val="005E6C3D"/>
    <w:rsid w:val="005F0D68"/>
    <w:rsid w:val="005F203C"/>
    <w:rsid w:val="005F4EFA"/>
    <w:rsid w:val="005F7E1A"/>
    <w:rsid w:val="00600354"/>
    <w:rsid w:val="00603C41"/>
    <w:rsid w:val="00604386"/>
    <w:rsid w:val="006048C0"/>
    <w:rsid w:val="00604C59"/>
    <w:rsid w:val="00605BD0"/>
    <w:rsid w:val="0060610A"/>
    <w:rsid w:val="006074AE"/>
    <w:rsid w:val="00610B49"/>
    <w:rsid w:val="00612D1F"/>
    <w:rsid w:val="00612F95"/>
    <w:rsid w:val="0061548F"/>
    <w:rsid w:val="006164B1"/>
    <w:rsid w:val="0061799E"/>
    <w:rsid w:val="00620E1D"/>
    <w:rsid w:val="00622C4C"/>
    <w:rsid w:val="0062336B"/>
    <w:rsid w:val="00627C97"/>
    <w:rsid w:val="00627E3B"/>
    <w:rsid w:val="00632629"/>
    <w:rsid w:val="00633647"/>
    <w:rsid w:val="0063789A"/>
    <w:rsid w:val="0064076E"/>
    <w:rsid w:val="00640E24"/>
    <w:rsid w:val="00641206"/>
    <w:rsid w:val="006444EA"/>
    <w:rsid w:val="00646757"/>
    <w:rsid w:val="006478BA"/>
    <w:rsid w:val="00667D13"/>
    <w:rsid w:val="006716DA"/>
    <w:rsid w:val="00677860"/>
    <w:rsid w:val="006825E7"/>
    <w:rsid w:val="00684777"/>
    <w:rsid w:val="00684A5C"/>
    <w:rsid w:val="00687D5A"/>
    <w:rsid w:val="0069193F"/>
    <w:rsid w:val="00695192"/>
    <w:rsid w:val="006A213D"/>
    <w:rsid w:val="006A30C0"/>
    <w:rsid w:val="006A4A62"/>
    <w:rsid w:val="006A4C88"/>
    <w:rsid w:val="006A6818"/>
    <w:rsid w:val="006B1FBE"/>
    <w:rsid w:val="006B519E"/>
    <w:rsid w:val="006B54E3"/>
    <w:rsid w:val="006B75FA"/>
    <w:rsid w:val="006C4C11"/>
    <w:rsid w:val="006C7DEA"/>
    <w:rsid w:val="006D6CE8"/>
    <w:rsid w:val="006E0CA9"/>
    <w:rsid w:val="006F0546"/>
    <w:rsid w:val="006F1B5F"/>
    <w:rsid w:val="006F350A"/>
    <w:rsid w:val="006F6AA7"/>
    <w:rsid w:val="00700375"/>
    <w:rsid w:val="0070205E"/>
    <w:rsid w:val="0070714D"/>
    <w:rsid w:val="007107FA"/>
    <w:rsid w:val="00711FCF"/>
    <w:rsid w:val="00713CC4"/>
    <w:rsid w:val="007144A0"/>
    <w:rsid w:val="007208C5"/>
    <w:rsid w:val="0072578D"/>
    <w:rsid w:val="00726E74"/>
    <w:rsid w:val="0073376F"/>
    <w:rsid w:val="00741BB8"/>
    <w:rsid w:val="00742D0F"/>
    <w:rsid w:val="0074357B"/>
    <w:rsid w:val="0075600B"/>
    <w:rsid w:val="00762308"/>
    <w:rsid w:val="00773EAE"/>
    <w:rsid w:val="00777179"/>
    <w:rsid w:val="0078205A"/>
    <w:rsid w:val="007836EA"/>
    <w:rsid w:val="00791D88"/>
    <w:rsid w:val="007A2C63"/>
    <w:rsid w:val="007A461E"/>
    <w:rsid w:val="007A675E"/>
    <w:rsid w:val="007A6D95"/>
    <w:rsid w:val="007A7184"/>
    <w:rsid w:val="007A7C6C"/>
    <w:rsid w:val="007C3A78"/>
    <w:rsid w:val="007D586D"/>
    <w:rsid w:val="007E3082"/>
    <w:rsid w:val="00801C8B"/>
    <w:rsid w:val="008028EB"/>
    <w:rsid w:val="00803D6E"/>
    <w:rsid w:val="0080536A"/>
    <w:rsid w:val="0081169A"/>
    <w:rsid w:val="00813950"/>
    <w:rsid w:val="0081504D"/>
    <w:rsid w:val="00825928"/>
    <w:rsid w:val="0082726E"/>
    <w:rsid w:val="00832678"/>
    <w:rsid w:val="00834EAB"/>
    <w:rsid w:val="0084156C"/>
    <w:rsid w:val="00855042"/>
    <w:rsid w:val="0085661F"/>
    <w:rsid w:val="00862ADD"/>
    <w:rsid w:val="008637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8F7446"/>
    <w:rsid w:val="00902493"/>
    <w:rsid w:val="009031E0"/>
    <w:rsid w:val="00913131"/>
    <w:rsid w:val="00921383"/>
    <w:rsid w:val="00923213"/>
    <w:rsid w:val="009242ED"/>
    <w:rsid w:val="00930388"/>
    <w:rsid w:val="009340F1"/>
    <w:rsid w:val="009415CA"/>
    <w:rsid w:val="0094372E"/>
    <w:rsid w:val="00947CAD"/>
    <w:rsid w:val="00955CFD"/>
    <w:rsid w:val="009657FF"/>
    <w:rsid w:val="00973C86"/>
    <w:rsid w:val="00974F44"/>
    <w:rsid w:val="00982384"/>
    <w:rsid w:val="00983031"/>
    <w:rsid w:val="00987E1B"/>
    <w:rsid w:val="009937B7"/>
    <w:rsid w:val="00997632"/>
    <w:rsid w:val="00997BF8"/>
    <w:rsid w:val="009A06BC"/>
    <w:rsid w:val="009A1FF7"/>
    <w:rsid w:val="009A2A4A"/>
    <w:rsid w:val="009A44F2"/>
    <w:rsid w:val="009B0B77"/>
    <w:rsid w:val="009B4A51"/>
    <w:rsid w:val="009B5C4B"/>
    <w:rsid w:val="009B7152"/>
    <w:rsid w:val="009C4534"/>
    <w:rsid w:val="009D4E4C"/>
    <w:rsid w:val="009E08DA"/>
    <w:rsid w:val="009E6D67"/>
    <w:rsid w:val="009F0C6F"/>
    <w:rsid w:val="00A01E1C"/>
    <w:rsid w:val="00A024AD"/>
    <w:rsid w:val="00A073D9"/>
    <w:rsid w:val="00A14F89"/>
    <w:rsid w:val="00A1636F"/>
    <w:rsid w:val="00A17FC9"/>
    <w:rsid w:val="00A234A3"/>
    <w:rsid w:val="00A23DA4"/>
    <w:rsid w:val="00A2589A"/>
    <w:rsid w:val="00A274B5"/>
    <w:rsid w:val="00A32CE4"/>
    <w:rsid w:val="00A4216C"/>
    <w:rsid w:val="00A53C93"/>
    <w:rsid w:val="00A54F66"/>
    <w:rsid w:val="00A571F7"/>
    <w:rsid w:val="00A613E6"/>
    <w:rsid w:val="00A630EE"/>
    <w:rsid w:val="00A64D72"/>
    <w:rsid w:val="00A67743"/>
    <w:rsid w:val="00A70253"/>
    <w:rsid w:val="00A70CF6"/>
    <w:rsid w:val="00A75A96"/>
    <w:rsid w:val="00A804DE"/>
    <w:rsid w:val="00A81D0F"/>
    <w:rsid w:val="00A83451"/>
    <w:rsid w:val="00A85FF1"/>
    <w:rsid w:val="00A915F5"/>
    <w:rsid w:val="00A977DA"/>
    <w:rsid w:val="00AC1C06"/>
    <w:rsid w:val="00AC2B27"/>
    <w:rsid w:val="00AC5964"/>
    <w:rsid w:val="00AC5EE6"/>
    <w:rsid w:val="00AC6BA8"/>
    <w:rsid w:val="00AD1452"/>
    <w:rsid w:val="00AD6572"/>
    <w:rsid w:val="00AD7C5B"/>
    <w:rsid w:val="00AE36CC"/>
    <w:rsid w:val="00AE4ADA"/>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10CD"/>
    <w:rsid w:val="00B82A3D"/>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4038"/>
    <w:rsid w:val="00C46BF3"/>
    <w:rsid w:val="00C62573"/>
    <w:rsid w:val="00C81355"/>
    <w:rsid w:val="00C871EF"/>
    <w:rsid w:val="00C872F4"/>
    <w:rsid w:val="00C916AE"/>
    <w:rsid w:val="00C91948"/>
    <w:rsid w:val="00C919F9"/>
    <w:rsid w:val="00C94CAB"/>
    <w:rsid w:val="00C95712"/>
    <w:rsid w:val="00C95FD7"/>
    <w:rsid w:val="00C96360"/>
    <w:rsid w:val="00CA2640"/>
    <w:rsid w:val="00CA2AF3"/>
    <w:rsid w:val="00CA3A1E"/>
    <w:rsid w:val="00CA7D8D"/>
    <w:rsid w:val="00CB1527"/>
    <w:rsid w:val="00CB24D8"/>
    <w:rsid w:val="00CB271B"/>
    <w:rsid w:val="00CB2E9D"/>
    <w:rsid w:val="00CB3958"/>
    <w:rsid w:val="00CB64D4"/>
    <w:rsid w:val="00CD0701"/>
    <w:rsid w:val="00CD1B7A"/>
    <w:rsid w:val="00CF417E"/>
    <w:rsid w:val="00CF48EF"/>
    <w:rsid w:val="00D02648"/>
    <w:rsid w:val="00D02A9F"/>
    <w:rsid w:val="00D06CB2"/>
    <w:rsid w:val="00D1458D"/>
    <w:rsid w:val="00D166D1"/>
    <w:rsid w:val="00D20669"/>
    <w:rsid w:val="00D238DE"/>
    <w:rsid w:val="00D26B60"/>
    <w:rsid w:val="00D35ADA"/>
    <w:rsid w:val="00D462FC"/>
    <w:rsid w:val="00D46BBC"/>
    <w:rsid w:val="00D5237D"/>
    <w:rsid w:val="00D53786"/>
    <w:rsid w:val="00D65D48"/>
    <w:rsid w:val="00D67B8D"/>
    <w:rsid w:val="00D77E74"/>
    <w:rsid w:val="00D93F4E"/>
    <w:rsid w:val="00D9683F"/>
    <w:rsid w:val="00DA1F3F"/>
    <w:rsid w:val="00DA2DEC"/>
    <w:rsid w:val="00DA50E0"/>
    <w:rsid w:val="00DA75A0"/>
    <w:rsid w:val="00DB4075"/>
    <w:rsid w:val="00DC2700"/>
    <w:rsid w:val="00DD3CD2"/>
    <w:rsid w:val="00DD7019"/>
    <w:rsid w:val="00DE0CD0"/>
    <w:rsid w:val="00DE16E9"/>
    <w:rsid w:val="00DE2658"/>
    <w:rsid w:val="00DE2F68"/>
    <w:rsid w:val="00DE71E2"/>
    <w:rsid w:val="00DE751C"/>
    <w:rsid w:val="00DE7730"/>
    <w:rsid w:val="00DF100E"/>
    <w:rsid w:val="00DF28A1"/>
    <w:rsid w:val="00DF2CB1"/>
    <w:rsid w:val="00DF2F92"/>
    <w:rsid w:val="00E072B2"/>
    <w:rsid w:val="00E10711"/>
    <w:rsid w:val="00E10B9F"/>
    <w:rsid w:val="00E12C02"/>
    <w:rsid w:val="00E16F04"/>
    <w:rsid w:val="00E23E4C"/>
    <w:rsid w:val="00E243B3"/>
    <w:rsid w:val="00E27A0D"/>
    <w:rsid w:val="00E3024E"/>
    <w:rsid w:val="00E30258"/>
    <w:rsid w:val="00E36810"/>
    <w:rsid w:val="00E500A9"/>
    <w:rsid w:val="00E6067B"/>
    <w:rsid w:val="00E6322A"/>
    <w:rsid w:val="00E6486B"/>
    <w:rsid w:val="00E649F8"/>
    <w:rsid w:val="00E72D31"/>
    <w:rsid w:val="00E74109"/>
    <w:rsid w:val="00E74F04"/>
    <w:rsid w:val="00E77E3B"/>
    <w:rsid w:val="00E83767"/>
    <w:rsid w:val="00E90DD2"/>
    <w:rsid w:val="00EA0A83"/>
    <w:rsid w:val="00EA1ADC"/>
    <w:rsid w:val="00EA30E7"/>
    <w:rsid w:val="00EA3631"/>
    <w:rsid w:val="00EB40C9"/>
    <w:rsid w:val="00EB5D83"/>
    <w:rsid w:val="00EB64BF"/>
    <w:rsid w:val="00EC344A"/>
    <w:rsid w:val="00EC34DF"/>
    <w:rsid w:val="00EC53B4"/>
    <w:rsid w:val="00ED0065"/>
    <w:rsid w:val="00ED36CF"/>
    <w:rsid w:val="00ED3D6F"/>
    <w:rsid w:val="00EE232C"/>
    <w:rsid w:val="00EE6FBD"/>
    <w:rsid w:val="00EF3455"/>
    <w:rsid w:val="00EF5ABA"/>
    <w:rsid w:val="00EF6749"/>
    <w:rsid w:val="00F00980"/>
    <w:rsid w:val="00F039EE"/>
    <w:rsid w:val="00F04833"/>
    <w:rsid w:val="00F04B86"/>
    <w:rsid w:val="00F10528"/>
    <w:rsid w:val="00F11033"/>
    <w:rsid w:val="00F1301C"/>
    <w:rsid w:val="00F15BD3"/>
    <w:rsid w:val="00F17A6A"/>
    <w:rsid w:val="00F21645"/>
    <w:rsid w:val="00F21DF6"/>
    <w:rsid w:val="00F2305E"/>
    <w:rsid w:val="00F23311"/>
    <w:rsid w:val="00F2693B"/>
    <w:rsid w:val="00F31F8A"/>
    <w:rsid w:val="00F409C5"/>
    <w:rsid w:val="00F409D4"/>
    <w:rsid w:val="00F42DD4"/>
    <w:rsid w:val="00F51EF3"/>
    <w:rsid w:val="00F60E3A"/>
    <w:rsid w:val="00F61842"/>
    <w:rsid w:val="00F6207D"/>
    <w:rsid w:val="00F62786"/>
    <w:rsid w:val="00F7173F"/>
    <w:rsid w:val="00F73BE6"/>
    <w:rsid w:val="00F75276"/>
    <w:rsid w:val="00F80B24"/>
    <w:rsid w:val="00F82BA1"/>
    <w:rsid w:val="00F9128C"/>
    <w:rsid w:val="00F95039"/>
    <w:rsid w:val="00F96DDD"/>
    <w:rsid w:val="00F978E6"/>
    <w:rsid w:val="00FA7399"/>
    <w:rsid w:val="00FC52E7"/>
    <w:rsid w:val="00FD6995"/>
    <w:rsid w:val="00FD7283"/>
    <w:rsid w:val="00FE1059"/>
    <w:rsid w:val="00FE68AC"/>
    <w:rsid w:val="00FE6D70"/>
    <w:rsid w:val="00FF5FA9"/>
    <w:rsid w:val="00FF6826"/>
    <w:rsid w:val="08D562D6"/>
    <w:rsid w:val="0B556269"/>
    <w:rsid w:val="0C6B5F54"/>
    <w:rsid w:val="130D55D8"/>
    <w:rsid w:val="235258E0"/>
    <w:rsid w:val="28C41645"/>
    <w:rsid w:val="293F589D"/>
    <w:rsid w:val="2A8B7581"/>
    <w:rsid w:val="347C0C7A"/>
    <w:rsid w:val="35FA313A"/>
    <w:rsid w:val="38F23E5E"/>
    <w:rsid w:val="3A7A1901"/>
    <w:rsid w:val="3ABD7C3B"/>
    <w:rsid w:val="40EE7777"/>
    <w:rsid w:val="43087DBE"/>
    <w:rsid w:val="544963F5"/>
    <w:rsid w:val="55AA0B42"/>
    <w:rsid w:val="57977F06"/>
    <w:rsid w:val="5A223144"/>
    <w:rsid w:val="5A853517"/>
    <w:rsid w:val="5D1A6959"/>
    <w:rsid w:val="5D2B3C63"/>
    <w:rsid w:val="5D4D2EEF"/>
    <w:rsid w:val="60C84880"/>
    <w:rsid w:val="641D6C6C"/>
    <w:rsid w:val="653A41DE"/>
    <w:rsid w:val="66D60770"/>
    <w:rsid w:val="731D3832"/>
    <w:rsid w:val="73894CC0"/>
    <w:rsid w:val="76741C79"/>
    <w:rsid w:val="79EC4F30"/>
    <w:rsid w:val="7A263D12"/>
    <w:rsid w:val="7A602152"/>
    <w:rsid w:val="7AB3137B"/>
    <w:rsid w:val="7F0E519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uiPriority w:val="99"/>
    <w:rPr>
      <w:rFonts w:ascii="Times New Roman" w:hAnsi="Times New Roman"/>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368</Words>
  <Characters>2104</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2020-03-05T09:40:00Z</cp:lastPrinted>
  <dcterms:modified xsi:type="dcterms:W3CDTF">2020-08-13T02:35:10Z</dcterms:modified>
  <cp:revision>197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